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9468"/>
      </w:tblGrid>
      <w:tr w:rsidR="003321C2" w:rsidRPr="00B37DAE" w:rsidTr="00E3469D">
        <w:tc>
          <w:tcPr>
            <w:tcW w:w="9468" w:type="dxa"/>
            <w:shd w:val="clear" w:color="auto" w:fill="auto"/>
          </w:tcPr>
          <w:p w:rsidR="003321C2" w:rsidRPr="00545C96" w:rsidRDefault="003321C2" w:rsidP="00E3469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НАСТАВНИ ПРЕДМЕТ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: ГЕОГРАФИЈА                                                </w:t>
            </w: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РАЗРЕД: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8652B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СЕДМИ</w:t>
            </w:r>
          </w:p>
        </w:tc>
      </w:tr>
      <w:tr w:rsidR="003321C2" w:rsidRPr="003321C2" w:rsidTr="00E3469D">
        <w:tc>
          <w:tcPr>
            <w:tcW w:w="9468" w:type="dxa"/>
            <w:shd w:val="clear" w:color="auto" w:fill="FFFFFF" w:themeFill="background1"/>
          </w:tcPr>
          <w:p w:rsidR="003321C2" w:rsidRPr="00545C96" w:rsidRDefault="003321C2" w:rsidP="00E3469D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ШКОЛА:                                                                                       </w:t>
            </w:r>
          </w:p>
        </w:tc>
      </w:tr>
      <w:tr w:rsidR="003321C2" w:rsidRPr="00B37DAE" w:rsidTr="00E3469D">
        <w:tc>
          <w:tcPr>
            <w:tcW w:w="9468" w:type="dxa"/>
            <w:shd w:val="clear" w:color="auto" w:fill="auto"/>
          </w:tcPr>
          <w:p w:rsidR="003321C2" w:rsidRPr="008652B5" w:rsidRDefault="003321C2" w:rsidP="00E3469D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РЕДНИ БРОЈ ЧАСА У ШКОЛСКОЈ ГОДИНИ:</w:t>
            </w:r>
            <w:r w:rsidR="008652B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63.</w:t>
            </w:r>
          </w:p>
        </w:tc>
      </w:tr>
      <w:tr w:rsidR="003321C2" w:rsidRPr="00B37DAE" w:rsidTr="00E3469D">
        <w:tc>
          <w:tcPr>
            <w:tcW w:w="9468" w:type="dxa"/>
            <w:shd w:val="clear" w:color="auto" w:fill="FFFFFF" w:themeFill="background1"/>
          </w:tcPr>
          <w:p w:rsidR="003321C2" w:rsidRPr="00417219" w:rsidRDefault="003321C2" w:rsidP="008652B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НАСТАВНА ТЕМА:</w:t>
            </w:r>
            <w:r w:rsidR="00BA107D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8652B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СЕВЕРНА   АМЕРИКА</w:t>
            </w:r>
          </w:p>
        </w:tc>
      </w:tr>
      <w:tr w:rsidR="00D0461E" w:rsidRPr="00B37DAE" w:rsidTr="00E3469D">
        <w:tc>
          <w:tcPr>
            <w:tcW w:w="9468" w:type="dxa"/>
            <w:shd w:val="clear" w:color="auto" w:fill="auto"/>
          </w:tcPr>
          <w:p w:rsidR="00D0461E" w:rsidRPr="00545C96" w:rsidRDefault="00D0461E" w:rsidP="008652B5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НАСТАВНА ЈЕДИНИЦА: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8652B5" w:rsidRPr="008652B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Средња  Америка: географске  одлике</w:t>
            </w:r>
          </w:p>
        </w:tc>
      </w:tr>
      <w:tr w:rsidR="003321C2" w:rsidRPr="003321C2" w:rsidTr="00E3469D">
        <w:tc>
          <w:tcPr>
            <w:tcW w:w="9468" w:type="dxa"/>
            <w:shd w:val="clear" w:color="auto" w:fill="auto"/>
          </w:tcPr>
          <w:p w:rsidR="003321C2" w:rsidRPr="00417219" w:rsidRDefault="00D0461E" w:rsidP="00E3469D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ТИП ЧАСА: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652B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Утврђивање</w:t>
            </w:r>
          </w:p>
        </w:tc>
      </w:tr>
      <w:tr w:rsidR="003321C2" w:rsidRPr="00B37DAE" w:rsidTr="00E3469D">
        <w:tc>
          <w:tcPr>
            <w:tcW w:w="9468" w:type="dxa"/>
            <w:shd w:val="clear" w:color="auto" w:fill="auto"/>
          </w:tcPr>
          <w:p w:rsidR="003321C2" w:rsidRPr="00466279" w:rsidRDefault="003321C2" w:rsidP="008652B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ЦИЉ ЧАСА: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8652B5" w:rsidRPr="008652B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Утврђивање знања о географским одликама и специфичностима Средње Америке</w:t>
            </w:r>
          </w:p>
        </w:tc>
      </w:tr>
      <w:tr w:rsidR="00A45210" w:rsidRPr="00B37DAE" w:rsidTr="00E3469D">
        <w:tc>
          <w:tcPr>
            <w:tcW w:w="9468" w:type="dxa"/>
            <w:shd w:val="clear" w:color="auto" w:fill="auto"/>
          </w:tcPr>
          <w:p w:rsidR="00545C96" w:rsidRPr="00545C96" w:rsidRDefault="00A45210" w:rsidP="00E3469D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ЗАДАЦИ ЧАСА: </w:t>
            </w:r>
          </w:p>
          <w:p w:rsidR="00A45210" w:rsidRDefault="00A45210" w:rsidP="00E3469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Образовни</w:t>
            </w:r>
            <w:r w:rsidR="007E662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: </w:t>
            </w:r>
          </w:p>
          <w:p w:rsidR="008652B5" w:rsidRPr="00177289" w:rsidRDefault="008652B5" w:rsidP="00E3469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52B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Систематизација знања о основним природногеографским одликама и специфичностима Средње Америке</w:t>
            </w:r>
          </w:p>
          <w:p w:rsidR="00A45210" w:rsidRPr="00545C96" w:rsidRDefault="00A45210" w:rsidP="00E3469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Васпитни</w:t>
            </w:r>
            <w:r w:rsidR="007E662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: </w:t>
            </w:r>
            <w:r w:rsidR="005F7634" w:rsidRPr="005F76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Развијање способности уочавања основних својстава објеката, појава и процеса у окружењу и њихове повезаности, развити код ученика географски начин мишљења, способност упоређивања, посматрања, закључивања</w:t>
            </w:r>
          </w:p>
        </w:tc>
      </w:tr>
      <w:tr w:rsidR="00D0461E" w:rsidRPr="00B37DAE" w:rsidTr="00E3469D">
        <w:tc>
          <w:tcPr>
            <w:tcW w:w="9468" w:type="dxa"/>
            <w:shd w:val="clear" w:color="auto" w:fill="auto"/>
          </w:tcPr>
          <w:p w:rsidR="00670648" w:rsidRDefault="00D0461E" w:rsidP="00E3469D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ОЧЕКИВАНИ ИСХОДИ: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По завршетку часа ученик ће бити у стању да:</w:t>
            </w:r>
          </w:p>
          <w:p w:rsidR="008652B5" w:rsidRPr="008652B5" w:rsidRDefault="005F7634" w:rsidP="008652B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F76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="008652B5" w:rsidRPr="008652B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разуме  зашто је  Средња  Америка  истовремено  и  севрноамеричка и латиноамеричка  регија</w:t>
            </w:r>
          </w:p>
          <w:p w:rsidR="008652B5" w:rsidRPr="008652B5" w:rsidRDefault="008652B5" w:rsidP="008652B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52B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-уочи значај  Панамског  канала</w:t>
            </w:r>
          </w:p>
          <w:p w:rsidR="008652B5" w:rsidRPr="008652B5" w:rsidRDefault="008652B5" w:rsidP="008652B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52B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-објасни  утицај  рељефа  на  климатске  одлике</w:t>
            </w:r>
          </w:p>
          <w:p w:rsidR="008652B5" w:rsidRPr="008652B5" w:rsidRDefault="008652B5" w:rsidP="008652B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52B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-разуме  сложен   расни  и етнички  састав  становништва</w:t>
            </w:r>
          </w:p>
          <w:p w:rsidR="008652B5" w:rsidRPr="008652B5" w:rsidRDefault="008652B5" w:rsidP="008652B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52B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-анализира  основне  одлике  привреде</w:t>
            </w:r>
          </w:p>
          <w:p w:rsidR="00D0461E" w:rsidRPr="005F7634" w:rsidRDefault="008652B5" w:rsidP="008652B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52B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-сагледа  географске  одлике Мексика</w:t>
            </w:r>
          </w:p>
        </w:tc>
      </w:tr>
      <w:tr w:rsidR="00664F16" w:rsidRPr="00B37DAE" w:rsidTr="00E3469D">
        <w:tc>
          <w:tcPr>
            <w:tcW w:w="9468" w:type="dxa"/>
            <w:shd w:val="clear" w:color="auto" w:fill="auto"/>
          </w:tcPr>
          <w:p w:rsidR="00670648" w:rsidRPr="00466279" w:rsidRDefault="00664F16" w:rsidP="00E3469D">
            <w:pPr>
              <w:ind w:right="-20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СТАНДАРДИ И НИВОИ ЗНАЊА:</w:t>
            </w:r>
            <w:r w:rsidR="00670648" w:rsidRPr="0046627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670648" w:rsidRDefault="00670648" w:rsidP="00E3469D">
            <w:pPr>
              <w:ind w:right="-200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466279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Основни ниво:</w:t>
            </w:r>
          </w:p>
          <w:p w:rsidR="008652B5" w:rsidRDefault="008652B5" w:rsidP="008652B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RS" w:bidi="en-US"/>
              </w:rPr>
            </w:pPr>
            <w:r w:rsidRPr="008652B5">
              <w:rPr>
                <w:rFonts w:ascii="Times New Roman" w:eastAsia="Times New Roman" w:hAnsi="Times New Roman" w:cs="Times New Roman"/>
                <w:sz w:val="24"/>
                <w:szCs w:val="24"/>
                <w:lang w:val="sr-Cyrl-RS" w:bidi="en-US"/>
              </w:rPr>
              <w:t>ГЕ1.1.3. Препознаје и чита географске и допунске елементе карте – чита најзначајниј</w:t>
            </w:r>
            <w:r w:rsidRPr="008652B5">
              <w:rPr>
                <w:rFonts w:ascii="Times New Roman" w:eastAsia="Times New Roman" w:hAnsi="Times New Roman" w:cs="Times New Roman"/>
                <w:sz w:val="24"/>
                <w:szCs w:val="24"/>
                <w:lang w:val="sr-Latn-RS" w:bidi="en-US"/>
              </w:rPr>
              <w:t>e</w:t>
            </w:r>
            <w:r w:rsidRPr="008652B5">
              <w:rPr>
                <w:rFonts w:ascii="Times New Roman" w:eastAsia="Times New Roman" w:hAnsi="Times New Roman" w:cs="Times New Roman"/>
                <w:sz w:val="24"/>
                <w:szCs w:val="24"/>
                <w:lang w:val="sr-Cyrl-RS" w:bidi="en-US"/>
              </w:rPr>
              <w:t xml:space="preserve"> географск</w:t>
            </w:r>
            <w:r w:rsidRPr="008652B5">
              <w:rPr>
                <w:rFonts w:ascii="Times New Roman" w:eastAsia="Times New Roman" w:hAnsi="Times New Roman" w:cs="Times New Roman"/>
                <w:sz w:val="24"/>
                <w:szCs w:val="24"/>
                <w:lang w:val="sr-Latn-RS" w:bidi="en-US"/>
              </w:rPr>
              <w:t>e</w:t>
            </w:r>
            <w:r w:rsidRPr="008652B5">
              <w:rPr>
                <w:rFonts w:ascii="Times New Roman" w:eastAsia="Times New Roman" w:hAnsi="Times New Roman" w:cs="Times New Roman"/>
                <w:sz w:val="24"/>
                <w:szCs w:val="24"/>
                <w:lang w:val="sr-Cyrl-RS" w:bidi="en-US"/>
              </w:rPr>
              <w:t xml:space="preserve"> објект</w:t>
            </w:r>
            <w:r w:rsidRPr="008652B5">
              <w:rPr>
                <w:rFonts w:ascii="Times New Roman" w:eastAsia="Times New Roman" w:hAnsi="Times New Roman" w:cs="Times New Roman"/>
                <w:sz w:val="24"/>
                <w:szCs w:val="24"/>
                <w:lang w:val="sr-Latn-RS" w:bidi="en-US"/>
              </w:rPr>
              <w:t>e</w:t>
            </w:r>
            <w:r w:rsidRPr="008652B5">
              <w:rPr>
                <w:rFonts w:ascii="Times New Roman" w:eastAsia="Times New Roman" w:hAnsi="Times New Roman" w:cs="Times New Roman"/>
                <w:sz w:val="24"/>
                <w:szCs w:val="24"/>
                <w:lang w:val="sr-Cyrl-RS" w:bidi="en-US"/>
              </w:rPr>
              <w:t xml:space="preserve"> Средње Америке.</w:t>
            </w:r>
          </w:p>
          <w:p w:rsidR="008652B5" w:rsidRDefault="008652B5" w:rsidP="008652B5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ГЕ1.4.1. Препознаје основне природне и друштвене одлике Средње Америке. </w:t>
            </w:r>
          </w:p>
          <w:p w:rsidR="008652B5" w:rsidRDefault="00670648" w:rsidP="00E3469D">
            <w:pPr>
              <w:tabs>
                <w:tab w:val="left" w:pos="1943"/>
              </w:tabs>
              <w:ind w:right="-200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466279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Средњи ниво:</w:t>
            </w:r>
          </w:p>
          <w:p w:rsidR="008652B5" w:rsidRDefault="008652B5" w:rsidP="008652B5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ГЕ2.1.2. Одређује положај места и тачака на карти – најважнијих географских објеката Средње Америке.</w:t>
            </w:r>
          </w:p>
          <w:p w:rsidR="008652B5" w:rsidRDefault="008652B5" w:rsidP="008652B5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ГЕ2.1.4. Приказује понуђене географске податке на немој карти, графикону, табели, или схеми.</w:t>
            </w:r>
          </w:p>
          <w:p w:rsidR="008652B5" w:rsidRDefault="008652B5" w:rsidP="008652B5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ГЕ2.4.2. Описује природне и друштвене одлике Средње Америке.</w:t>
            </w:r>
          </w:p>
          <w:p w:rsidR="00670648" w:rsidRDefault="00670648" w:rsidP="00E3469D">
            <w:pPr>
              <w:ind w:right="-200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466279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Напредни ниво:</w:t>
            </w:r>
          </w:p>
          <w:p w:rsidR="008652B5" w:rsidRPr="008652B5" w:rsidRDefault="008652B5" w:rsidP="008652B5">
            <w:pPr>
              <w:ind w:right="-20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652B5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ГЕ3.1.1. Анализира карту и доноси закључке о просторним и каузалним везама географских чињеница Средње Америке.</w:t>
            </w:r>
          </w:p>
          <w:p w:rsidR="00664F16" w:rsidRPr="005F7634" w:rsidRDefault="008652B5" w:rsidP="008652B5">
            <w:pPr>
              <w:ind w:right="-20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652B5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ГЕ3.4.3. Објашњава географске везе и законитости Средње Америке.</w:t>
            </w:r>
          </w:p>
        </w:tc>
      </w:tr>
      <w:tr w:rsidR="00545C96" w:rsidRPr="00545C96" w:rsidTr="00E3469D">
        <w:tc>
          <w:tcPr>
            <w:tcW w:w="9468" w:type="dxa"/>
            <w:shd w:val="clear" w:color="auto" w:fill="auto"/>
          </w:tcPr>
          <w:p w:rsidR="00545C96" w:rsidRPr="00545C96" w:rsidRDefault="00545C96" w:rsidP="00E3469D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ОБЛИЦИ РАДА: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фронтални</w:t>
            </w:r>
            <w:r w:rsidR="008652B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 индивидуални</w:t>
            </w:r>
          </w:p>
        </w:tc>
      </w:tr>
      <w:tr w:rsidR="00545C96" w:rsidRPr="00B37DAE" w:rsidTr="00E3469D">
        <w:tc>
          <w:tcPr>
            <w:tcW w:w="9468" w:type="dxa"/>
            <w:shd w:val="clear" w:color="auto" w:fill="auto"/>
          </w:tcPr>
          <w:p w:rsidR="00545C96" w:rsidRPr="00545C96" w:rsidRDefault="00545C96" w:rsidP="00E3469D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МЕТОДЕ РАДА: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дијалошка</w:t>
            </w:r>
            <w:r w:rsidR="006F29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илустративно-демонстрациона,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монолошка</w:t>
            </w:r>
          </w:p>
        </w:tc>
      </w:tr>
      <w:tr w:rsidR="00545C96" w:rsidRPr="00B37DAE" w:rsidTr="00E3469D">
        <w:tc>
          <w:tcPr>
            <w:tcW w:w="9468" w:type="dxa"/>
            <w:shd w:val="clear" w:color="auto" w:fill="auto"/>
          </w:tcPr>
          <w:p w:rsidR="00545C96" w:rsidRPr="00545C96" w:rsidRDefault="00545C96" w:rsidP="00E3469D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НАСТАВНА СРЕДСТВА: </w:t>
            </w:r>
            <w:r w:rsidR="005F7634" w:rsidRPr="005F76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уџбеник  географије,  Географски  атлас-издање  Завод  за  уџбенике, Београд, Вежбанка  за  географију 7.  разред (неме карте), издање  Завод  за  уџбеник</w:t>
            </w:r>
            <w:r w:rsidR="008652B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е,Београд,  зидна  карта  Северне  Америке</w:t>
            </w:r>
            <w:r w:rsidR="005F7634" w:rsidRPr="005F76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 илустрације</w:t>
            </w:r>
          </w:p>
        </w:tc>
      </w:tr>
      <w:tr w:rsidR="000D1454" w:rsidRPr="00B37DAE" w:rsidTr="00E3469D">
        <w:tc>
          <w:tcPr>
            <w:tcW w:w="9468" w:type="dxa"/>
            <w:shd w:val="clear" w:color="auto" w:fill="auto"/>
          </w:tcPr>
          <w:p w:rsidR="000D1454" w:rsidRPr="000D1454" w:rsidRDefault="000D1454" w:rsidP="00E3469D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МЕЂУПРЕДМЕТНЕ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КОРЕЛАЦИЈЕ: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рпски језик, 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и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сторија</w:t>
            </w:r>
            <w:r w:rsidR="008652B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билогија</w:t>
            </w:r>
          </w:p>
        </w:tc>
      </w:tr>
      <w:tr w:rsidR="00545C96" w:rsidRPr="003321C2" w:rsidTr="00E3469D">
        <w:tc>
          <w:tcPr>
            <w:tcW w:w="9468" w:type="dxa"/>
          </w:tcPr>
          <w:p w:rsidR="00545C96" w:rsidRPr="00545C96" w:rsidRDefault="00545C96" w:rsidP="00E3469D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                                    ТОК ЧАСА:</w:t>
            </w:r>
          </w:p>
        </w:tc>
      </w:tr>
      <w:tr w:rsidR="00545C96" w:rsidRPr="00B37DAE" w:rsidTr="00E3469D">
        <w:tc>
          <w:tcPr>
            <w:tcW w:w="9468" w:type="dxa"/>
            <w:shd w:val="clear" w:color="auto" w:fill="auto"/>
          </w:tcPr>
          <w:p w:rsidR="00545C96" w:rsidRPr="00E3469D" w:rsidRDefault="00E3469D" w:rsidP="00E3469D">
            <w:pP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Уводни део часа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  <w:t>:</w:t>
            </w:r>
          </w:p>
        </w:tc>
      </w:tr>
      <w:tr w:rsidR="0096516D" w:rsidRPr="00B37DAE" w:rsidTr="00E3469D">
        <w:tc>
          <w:tcPr>
            <w:tcW w:w="9468" w:type="dxa"/>
          </w:tcPr>
          <w:p w:rsidR="0096516D" w:rsidRPr="00545C96" w:rsidRDefault="008652B5" w:rsidP="00E3469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Обавештавамо ученике да  је циљ </w:t>
            </w:r>
            <w:r w:rsidRPr="008652B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утврђивање знања о општим географским одлкама Средње Америке.</w:t>
            </w:r>
          </w:p>
        </w:tc>
      </w:tr>
      <w:tr w:rsidR="00545C96" w:rsidRPr="00B37DAE" w:rsidTr="00E3469D">
        <w:tc>
          <w:tcPr>
            <w:tcW w:w="9468" w:type="dxa"/>
            <w:shd w:val="clear" w:color="auto" w:fill="auto"/>
          </w:tcPr>
          <w:p w:rsidR="00545C96" w:rsidRPr="00545C96" w:rsidRDefault="00545C96" w:rsidP="00E3469D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Главни део часа</w:t>
            </w:r>
            <w:r w:rsidR="00E3469D"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  <w:t>:</w:t>
            </w: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</w:p>
        </w:tc>
      </w:tr>
      <w:tr w:rsidR="001C6C13" w:rsidRPr="00B37DAE" w:rsidTr="00E3469D">
        <w:tc>
          <w:tcPr>
            <w:tcW w:w="9468" w:type="dxa"/>
          </w:tcPr>
          <w:p w:rsidR="005F7634" w:rsidRPr="00D2332E" w:rsidRDefault="008652B5" w:rsidP="00D2332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</w:t>
            </w:r>
            <w:r w:rsidRPr="008652B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ченици </w:t>
            </w:r>
            <w:r w:rsidRPr="00D2332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одговарају</w:t>
            </w:r>
            <w:r w:rsidR="00D2332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на питања са табле.</w:t>
            </w:r>
            <w:r w:rsidRPr="008652B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D2332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</w:t>
            </w:r>
            <w:r w:rsidRPr="00D2332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роверава</w:t>
            </w:r>
            <w:r w:rsidR="000F244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мо </w:t>
            </w:r>
            <w:r w:rsidRPr="008652B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сналажење ученика</w:t>
            </w:r>
            <w:r w:rsidR="000F244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</w:t>
            </w:r>
            <w:r w:rsidR="00D2332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По </w:t>
            </w:r>
            <w:r w:rsidR="000F244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завршетку представљамо ученичке</w:t>
            </w:r>
            <w:bookmarkStart w:id="0" w:name="_GoBack"/>
            <w:bookmarkEnd w:id="0"/>
            <w:r w:rsidR="00D2332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радове који могу допринети </w:t>
            </w:r>
            <w:r w:rsidRPr="008652B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бољем </w:t>
            </w:r>
            <w:r w:rsidRPr="00D2332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разумевању</w:t>
            </w:r>
            <w:r w:rsidR="00D2332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географских одлика регије</w:t>
            </w:r>
            <w:r w:rsidR="00D2332E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.</w:t>
            </w:r>
            <w:r w:rsidR="00D2332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Вршимо</w:t>
            </w:r>
            <w:r w:rsidRPr="008652B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анализу истих и </w:t>
            </w:r>
            <w:r w:rsidRPr="00D2332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изв</w:t>
            </w:r>
            <w:r w:rsidR="00D2332E" w:rsidRPr="00D2332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одимо</w:t>
            </w:r>
            <w:r w:rsidR="00D2332E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 xml:space="preserve"> </w:t>
            </w:r>
            <w:r w:rsidRPr="008652B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одговарајуће закључке</w:t>
            </w:r>
          </w:p>
        </w:tc>
      </w:tr>
      <w:tr w:rsidR="00545C96" w:rsidRPr="00B37DAE" w:rsidTr="00E3469D">
        <w:tc>
          <w:tcPr>
            <w:tcW w:w="9468" w:type="dxa"/>
            <w:shd w:val="clear" w:color="auto" w:fill="FFFFFF" w:themeFill="background1"/>
          </w:tcPr>
          <w:p w:rsidR="00545C96" w:rsidRPr="00E3469D" w:rsidRDefault="00E3469D" w:rsidP="00E3469D">
            <w:pP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Завршни део часа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  <w:t>:</w:t>
            </w:r>
          </w:p>
        </w:tc>
      </w:tr>
      <w:tr w:rsidR="005F784B" w:rsidRPr="00B37DAE" w:rsidTr="00E3469D">
        <w:tc>
          <w:tcPr>
            <w:tcW w:w="9468" w:type="dxa"/>
          </w:tcPr>
          <w:p w:rsidR="005F784B" w:rsidRPr="00545C96" w:rsidRDefault="00D2332E" w:rsidP="00E3469D">
            <w:pPr>
              <w:spacing w:before="5"/>
              <w:ind w:right="1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Оцењујемо  учемике  и  образлажемо  оцене,Бележимо  запажања  о  раду  ученика.</w:t>
            </w:r>
          </w:p>
        </w:tc>
      </w:tr>
      <w:tr w:rsidR="00606767" w:rsidRPr="00B80B22" w:rsidTr="00E3469D">
        <w:tc>
          <w:tcPr>
            <w:tcW w:w="9468" w:type="dxa"/>
            <w:shd w:val="clear" w:color="auto" w:fill="FFFFFF" w:themeFill="background1"/>
          </w:tcPr>
          <w:p w:rsidR="00606767" w:rsidRDefault="00606767" w:rsidP="00E3469D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                                 ИЗГЛЕД ТАБЛЕ</w:t>
            </w:r>
          </w:p>
        </w:tc>
      </w:tr>
      <w:tr w:rsidR="001C6C13" w:rsidRPr="00B37DAE" w:rsidTr="00E3469D">
        <w:tc>
          <w:tcPr>
            <w:tcW w:w="9468" w:type="dxa"/>
          </w:tcPr>
          <w:p w:rsidR="00D2332E" w:rsidRDefault="00B80B22" w:rsidP="00E3469D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</w:t>
            </w:r>
            <w:r w:rsidR="00D2332E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D2332E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СРЕДЊА  АМЕРИКА:ГЕОГРАФСКЕ  ОДЛИКЕ</w:t>
            </w:r>
          </w:p>
          <w:p w:rsidR="00D2332E" w:rsidRDefault="00D2332E" w:rsidP="00D2332E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D2332E" w:rsidRPr="00D2332E" w:rsidRDefault="00D2332E" w:rsidP="00D2332E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2332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ПИТАЊА   ПРОВЕРУ ЗНАЊА</w:t>
            </w:r>
          </w:p>
          <w:p w:rsidR="00D2332E" w:rsidRPr="00D2332E" w:rsidRDefault="00D2332E" w:rsidP="00D2332E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2332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     1. Које континенте повезује Средња Америка?</w:t>
            </w:r>
          </w:p>
          <w:p w:rsidR="00D2332E" w:rsidRPr="00D2332E" w:rsidRDefault="00D2332E" w:rsidP="00D2332E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2332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     2. Како се дели Средња Америка?</w:t>
            </w:r>
          </w:p>
          <w:p w:rsidR="00D2332E" w:rsidRPr="00D2332E" w:rsidRDefault="00D2332E" w:rsidP="00D2332E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2332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     3. Како се дели острвски део Средње Америке?</w:t>
            </w:r>
          </w:p>
          <w:p w:rsidR="00D2332E" w:rsidRPr="00D2332E" w:rsidRDefault="00D2332E" w:rsidP="00D2332E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2332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     4. Како рељеф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утиче на климу Средње Америке?</w:t>
            </w:r>
          </w:p>
          <w:p w:rsidR="00D2332E" w:rsidRPr="00D2332E" w:rsidRDefault="00D2332E" w:rsidP="00D2332E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2332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     5. Који су висински појасеви у Централној Америци?</w:t>
            </w:r>
          </w:p>
          <w:p w:rsidR="00D2332E" w:rsidRPr="00D2332E" w:rsidRDefault="00D2332E" w:rsidP="00D2332E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2332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     6. Шта су урагани?</w:t>
            </w:r>
          </w:p>
          <w:p w:rsidR="00D2332E" w:rsidRPr="00D2332E" w:rsidRDefault="00D2332E" w:rsidP="00D2332E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2332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     7. Које индијанске цивилизације су биле најразвијеније у </w:t>
            </w:r>
          </w:p>
          <w:p w:rsidR="00D2332E" w:rsidRPr="00D2332E" w:rsidRDefault="00D2332E" w:rsidP="00D2332E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2332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        Сред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њој Америци и зашто су нестале?</w:t>
            </w:r>
          </w:p>
          <w:p w:rsidR="00D2332E" w:rsidRPr="00D2332E" w:rsidRDefault="00D2332E" w:rsidP="00D2332E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2332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     8. Које су државе Централне Америке?</w:t>
            </w:r>
          </w:p>
          <w:p w:rsidR="00D2332E" w:rsidRPr="00D2332E" w:rsidRDefault="00D2332E" w:rsidP="00D2332E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2332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     9. Шта су и које су „банана републике“?</w:t>
            </w:r>
          </w:p>
          <w:p w:rsidR="00D2332E" w:rsidRPr="00D2332E" w:rsidRDefault="00D2332E" w:rsidP="00D2332E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2332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   10. Како се одражава географска близина САД на </w:t>
            </w:r>
          </w:p>
          <w:p w:rsidR="00D2332E" w:rsidRPr="00D2332E" w:rsidRDefault="00D2332E" w:rsidP="00D2332E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2332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 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      привреду Средње Америке?</w:t>
            </w:r>
          </w:p>
          <w:p w:rsidR="00D2332E" w:rsidRDefault="00D2332E" w:rsidP="00E3469D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606767" w:rsidRPr="00D2332E" w:rsidRDefault="00D2332E" w:rsidP="00E3469D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</w:t>
            </w:r>
          </w:p>
        </w:tc>
      </w:tr>
      <w:tr w:rsidR="00E4334D" w:rsidRPr="003321C2" w:rsidTr="00E3469D">
        <w:tc>
          <w:tcPr>
            <w:tcW w:w="9468" w:type="dxa"/>
            <w:shd w:val="clear" w:color="auto" w:fill="FFFFFF" w:themeFill="background1"/>
          </w:tcPr>
          <w:p w:rsidR="00E4334D" w:rsidRPr="00545C96" w:rsidRDefault="00E4334D" w:rsidP="00E3469D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ЕВАЛУАЦИЈА ЧАСА:</w:t>
            </w:r>
          </w:p>
        </w:tc>
      </w:tr>
    </w:tbl>
    <w:p w:rsidR="00BF20E4" w:rsidRPr="003321C2" w:rsidRDefault="00BF20E4" w:rsidP="00E3469D">
      <w:pPr>
        <w:rPr>
          <w:lang w:val="ru-RU"/>
        </w:rPr>
      </w:pPr>
    </w:p>
    <w:sectPr w:rsidR="00BF20E4" w:rsidRPr="003321C2" w:rsidSect="00BF20E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5E5B33"/>
    <w:multiLevelType w:val="hybridMultilevel"/>
    <w:tmpl w:val="46EC5C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attachedTemplate r:id="rId1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BA107D"/>
    <w:rsid w:val="000D1454"/>
    <w:rsid w:val="000F2448"/>
    <w:rsid w:val="00177289"/>
    <w:rsid w:val="001C6C13"/>
    <w:rsid w:val="002365E8"/>
    <w:rsid w:val="003321C2"/>
    <w:rsid w:val="00391413"/>
    <w:rsid w:val="003F1D6D"/>
    <w:rsid w:val="00417219"/>
    <w:rsid w:val="00466279"/>
    <w:rsid w:val="004C7CD5"/>
    <w:rsid w:val="00545C96"/>
    <w:rsid w:val="005F7634"/>
    <w:rsid w:val="005F784B"/>
    <w:rsid w:val="00605D58"/>
    <w:rsid w:val="00606767"/>
    <w:rsid w:val="00664F16"/>
    <w:rsid w:val="00670648"/>
    <w:rsid w:val="006F2937"/>
    <w:rsid w:val="007E6623"/>
    <w:rsid w:val="00854D2A"/>
    <w:rsid w:val="008652B5"/>
    <w:rsid w:val="008F0F0B"/>
    <w:rsid w:val="00942ED0"/>
    <w:rsid w:val="0096516D"/>
    <w:rsid w:val="00A17F87"/>
    <w:rsid w:val="00A45210"/>
    <w:rsid w:val="00A47E59"/>
    <w:rsid w:val="00AB78A4"/>
    <w:rsid w:val="00B37DAE"/>
    <w:rsid w:val="00B80B22"/>
    <w:rsid w:val="00BA107D"/>
    <w:rsid w:val="00BF20E4"/>
    <w:rsid w:val="00C379D6"/>
    <w:rsid w:val="00C70D9C"/>
    <w:rsid w:val="00C81044"/>
    <w:rsid w:val="00CC0911"/>
    <w:rsid w:val="00D0461E"/>
    <w:rsid w:val="00D2332E"/>
    <w:rsid w:val="00DB7062"/>
    <w:rsid w:val="00DE65D7"/>
    <w:rsid w:val="00E3469D"/>
    <w:rsid w:val="00E4334D"/>
    <w:rsid w:val="00F05659"/>
    <w:rsid w:val="00F137B9"/>
    <w:rsid w:val="00F57D30"/>
    <w:rsid w:val="00FE49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20E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321C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1">
    <w:name w:val="Light Shading1"/>
    <w:basedOn w:val="TableNormal"/>
    <w:uiPriority w:val="60"/>
    <w:rsid w:val="003321C2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ListParagraph">
    <w:name w:val="List Paragraph"/>
    <w:basedOn w:val="Normal"/>
    <w:uiPriority w:val="34"/>
    <w:qFormat/>
    <w:rsid w:val="00606767"/>
    <w:pPr>
      <w:ind w:left="720"/>
      <w:contextualSpacing/>
    </w:pPr>
  </w:style>
  <w:style w:type="paragraph" w:styleId="NoSpacing">
    <w:name w:val="No Spacing"/>
    <w:uiPriority w:val="1"/>
    <w:qFormat/>
    <w:rsid w:val="008652B5"/>
    <w:pPr>
      <w:spacing w:after="0" w:line="240" w:lineRule="auto"/>
    </w:pPr>
    <w:rPr>
      <w:rFonts w:ascii="Calibri" w:eastAsia="Times New Roman" w:hAnsi="Calibri" w:cs="Times New Roman"/>
      <w:lang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r-Latn-RS" w:eastAsia="sr-Latn-R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317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54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48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0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45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1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23\Desktop\&#1055;&#1056;&#1048;&#1055;&#1056;&#1045;&#1052;&#1040;%20&#1047;&#1040;%20&#1095;&#1072;&#1089;%20%206.%20&#1056;,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0EF2356-03FB-4B9C-8809-5EE83A3BA3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ПРИПРЕМА ЗА час  6. Р,</Template>
  <TotalTime>1</TotalTime>
  <Pages>2</Pages>
  <Words>522</Words>
  <Characters>2979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GAGI</cp:lastModifiedBy>
  <cp:revision>3</cp:revision>
  <dcterms:created xsi:type="dcterms:W3CDTF">2020-07-06T09:47:00Z</dcterms:created>
  <dcterms:modified xsi:type="dcterms:W3CDTF">2020-07-06T09:49:00Z</dcterms:modified>
</cp:coreProperties>
</file>